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21E43E1-7055-4079-B693-ECF316221BF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